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82F" w:rsidRDefault="005E2313" w:rsidP="005E2313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FORM No 0</w:t>
      </w:r>
      <w:r w:rsidR="00FE59B9">
        <w:rPr>
          <w:rFonts w:ascii="Times New Roman" w:hAnsi="Times New Roman" w:cs="Times New Roman"/>
          <w:b/>
          <w:sz w:val="24"/>
          <w:szCs w:val="24"/>
        </w:rPr>
        <w:t>9</w:t>
      </w:r>
    </w:p>
    <w:p w:rsidR="00522E7B" w:rsidRPr="00B213A4" w:rsidRDefault="00522E7B" w:rsidP="005E2313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21451F" w:rsidRDefault="00FE59B9" w:rsidP="00B213A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INFORMATION ON FOOD SAFETY CONDITIONS OF PRODUCTION AND BUSINESS ESTABLISHMENTS </w:t>
      </w:r>
    </w:p>
    <w:p w:rsidR="00FE59B9" w:rsidRDefault="00FE59B9" w:rsidP="00B213A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9B9" w:rsidRDefault="00FE59B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9B9">
        <w:rPr>
          <w:rFonts w:ascii="Times New Roman" w:eastAsia="Times New Roman" w:hAnsi="Times New Roman" w:cs="Times New Roman"/>
          <w:sz w:val="24"/>
          <w:szCs w:val="24"/>
        </w:rPr>
        <w:t>1. Name of production and business establishments:</w:t>
      </w:r>
    </w:p>
    <w:p w:rsidR="00C17549" w:rsidRPr="00FE59B9" w:rsidRDefault="00C1754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9B9" w:rsidRDefault="00FE59B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9B9">
        <w:rPr>
          <w:rFonts w:ascii="Times New Roman" w:eastAsia="Times New Roman" w:hAnsi="Times New Roman" w:cs="Times New Roman"/>
          <w:sz w:val="24"/>
          <w:szCs w:val="24"/>
        </w:rPr>
        <w:t>2. Address:</w:t>
      </w:r>
    </w:p>
    <w:p w:rsidR="00C17549" w:rsidRPr="00FE59B9" w:rsidRDefault="00C1754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9B9" w:rsidRDefault="00C1754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Product</w:t>
      </w:r>
      <w:r w:rsidR="00FE59B9" w:rsidRPr="00FE59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17549" w:rsidRPr="00FE59B9" w:rsidRDefault="00C1754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9B9" w:rsidRDefault="00FE59B9" w:rsidP="00C175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9B9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C17549">
        <w:rPr>
          <w:rFonts w:ascii="Times New Roman" w:eastAsia="Times New Roman" w:hAnsi="Times New Roman" w:cs="Times New Roman"/>
          <w:sz w:val="24"/>
          <w:szCs w:val="24"/>
        </w:rPr>
        <w:t>Description of p</w:t>
      </w:r>
      <w:r w:rsidRPr="00FE59B9">
        <w:rPr>
          <w:rFonts w:ascii="Times New Roman" w:eastAsia="Times New Roman" w:hAnsi="Times New Roman" w:cs="Times New Roman"/>
          <w:sz w:val="24"/>
          <w:szCs w:val="24"/>
        </w:rPr>
        <w:t xml:space="preserve">roduction </w:t>
      </w:r>
      <w:r w:rsidR="00C17549">
        <w:rPr>
          <w:rFonts w:ascii="Times New Roman" w:eastAsia="Times New Roman" w:hAnsi="Times New Roman" w:cs="Times New Roman"/>
          <w:sz w:val="24"/>
          <w:szCs w:val="24"/>
        </w:rPr>
        <w:t>process:</w:t>
      </w:r>
    </w:p>
    <w:p w:rsidR="00C17549" w:rsidRPr="00FE59B9" w:rsidRDefault="00C17549" w:rsidP="00C175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9B9" w:rsidRDefault="00FE59B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9B9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C17549" w:rsidRPr="00FE59B9">
        <w:rPr>
          <w:rFonts w:ascii="Times New Roman" w:eastAsia="Times New Roman" w:hAnsi="Times New Roman" w:cs="Times New Roman"/>
          <w:sz w:val="24"/>
          <w:szCs w:val="24"/>
        </w:rPr>
        <w:t xml:space="preserve">Applied </w:t>
      </w:r>
      <w:r w:rsidR="00C17549">
        <w:rPr>
          <w:rFonts w:ascii="Times New Roman" w:eastAsia="Times New Roman" w:hAnsi="Times New Roman" w:cs="Times New Roman"/>
          <w:sz w:val="24"/>
          <w:szCs w:val="24"/>
        </w:rPr>
        <w:t>quality management system</w:t>
      </w:r>
      <w:r w:rsidRPr="00FE59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17549" w:rsidRDefault="00C1754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549" w:rsidRDefault="00C17549" w:rsidP="00FE59B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549" w:rsidRDefault="00C17549" w:rsidP="00C17549">
      <w:pPr>
        <w:spacing w:line="276" w:lineRule="auto"/>
        <w:ind w:left="72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13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date</w:t>
      </w:r>
      <w:r w:rsidRPr="00B213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month</w:t>
      </w:r>
      <w:r w:rsidRPr="00B213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…year</w:t>
      </w:r>
    </w:p>
    <w:p w:rsidR="00C17549" w:rsidRDefault="00C17549" w:rsidP="00C1754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7549" w:rsidRPr="00B213A4" w:rsidRDefault="00C17549" w:rsidP="00C1754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7549" w:rsidRPr="00C17549" w:rsidRDefault="00C17549" w:rsidP="00C17549">
      <w:pPr>
        <w:spacing w:line="276" w:lineRule="auto"/>
        <w:ind w:left="216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THE AUTHORITY FOR FOOD SAFETY OF EXPORTERS</w:t>
      </w:r>
    </w:p>
    <w:p w:rsidR="00C17549" w:rsidRDefault="00C17549" w:rsidP="00C17549">
      <w:pPr>
        <w:spacing w:line="276" w:lineRule="auto"/>
        <w:ind w:left="1440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3A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213A4">
        <w:rPr>
          <w:rFonts w:ascii="Times New Roman" w:hAnsi="Times New Roman" w:cs="Times New Roman"/>
          <w:sz w:val="24"/>
          <w:szCs w:val="24"/>
        </w:rPr>
        <w:t>sign</w:t>
      </w:r>
      <w:proofErr w:type="gramEnd"/>
      <w:r w:rsidRPr="00B213A4">
        <w:rPr>
          <w:rFonts w:ascii="Times New Roman" w:hAnsi="Times New Roman" w:cs="Times New Roman"/>
          <w:sz w:val="24"/>
          <w:szCs w:val="24"/>
        </w:rPr>
        <w:t xml:space="preserve"> and seal)</w:t>
      </w:r>
    </w:p>
    <w:p w:rsidR="00CE55F9" w:rsidRPr="00B213A4" w:rsidRDefault="00CE55F9" w:rsidP="00FE59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55F9" w:rsidRPr="00B213A4" w:rsidSect="00AD3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40CA2"/>
    <w:multiLevelType w:val="hybridMultilevel"/>
    <w:tmpl w:val="2EA48E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A55C4"/>
    <w:rsid w:val="00000441"/>
    <w:rsid w:val="00001E42"/>
    <w:rsid w:val="0000253D"/>
    <w:rsid w:val="00015816"/>
    <w:rsid w:val="000164D4"/>
    <w:rsid w:val="00030808"/>
    <w:rsid w:val="00030E29"/>
    <w:rsid w:val="000314A7"/>
    <w:rsid w:val="0003743D"/>
    <w:rsid w:val="000474A9"/>
    <w:rsid w:val="00047F8F"/>
    <w:rsid w:val="00061820"/>
    <w:rsid w:val="000763BF"/>
    <w:rsid w:val="000825BF"/>
    <w:rsid w:val="00090874"/>
    <w:rsid w:val="000A2CD7"/>
    <w:rsid w:val="000A40F1"/>
    <w:rsid w:val="000A6D94"/>
    <w:rsid w:val="000A7A99"/>
    <w:rsid w:val="000B67F1"/>
    <w:rsid w:val="000B7F45"/>
    <w:rsid w:val="000C74C6"/>
    <w:rsid w:val="000C7798"/>
    <w:rsid w:val="000D2956"/>
    <w:rsid w:val="000F4F7D"/>
    <w:rsid w:val="0010662A"/>
    <w:rsid w:val="00115B89"/>
    <w:rsid w:val="00124E2D"/>
    <w:rsid w:val="001269E2"/>
    <w:rsid w:val="00132225"/>
    <w:rsid w:val="0013516B"/>
    <w:rsid w:val="00140327"/>
    <w:rsid w:val="00140731"/>
    <w:rsid w:val="001438EF"/>
    <w:rsid w:val="00143FBA"/>
    <w:rsid w:val="00153BC3"/>
    <w:rsid w:val="00155506"/>
    <w:rsid w:val="00162FAE"/>
    <w:rsid w:val="00163798"/>
    <w:rsid w:val="00170C60"/>
    <w:rsid w:val="00172345"/>
    <w:rsid w:val="001746E9"/>
    <w:rsid w:val="00174B24"/>
    <w:rsid w:val="0018048E"/>
    <w:rsid w:val="00180810"/>
    <w:rsid w:val="001B4507"/>
    <w:rsid w:val="001B4736"/>
    <w:rsid w:val="001B61D7"/>
    <w:rsid w:val="001B6B4E"/>
    <w:rsid w:val="001B720B"/>
    <w:rsid w:val="001C60FE"/>
    <w:rsid w:val="001D2288"/>
    <w:rsid w:val="001D56B9"/>
    <w:rsid w:val="001D7CD8"/>
    <w:rsid w:val="001E0C7A"/>
    <w:rsid w:val="001E5E10"/>
    <w:rsid w:val="001E62BD"/>
    <w:rsid w:val="001F51CA"/>
    <w:rsid w:val="0020586B"/>
    <w:rsid w:val="00210587"/>
    <w:rsid w:val="0021245C"/>
    <w:rsid w:val="0021451F"/>
    <w:rsid w:val="00215371"/>
    <w:rsid w:val="00217D6C"/>
    <w:rsid w:val="00220ACC"/>
    <w:rsid w:val="00225009"/>
    <w:rsid w:val="00230A13"/>
    <w:rsid w:val="0023110A"/>
    <w:rsid w:val="00232FC1"/>
    <w:rsid w:val="00233662"/>
    <w:rsid w:val="002405E2"/>
    <w:rsid w:val="00242F0B"/>
    <w:rsid w:val="00244BFE"/>
    <w:rsid w:val="00245EE0"/>
    <w:rsid w:val="00256FCB"/>
    <w:rsid w:val="002606E4"/>
    <w:rsid w:val="0026273C"/>
    <w:rsid w:val="002654F1"/>
    <w:rsid w:val="00266948"/>
    <w:rsid w:val="00267ACB"/>
    <w:rsid w:val="00274912"/>
    <w:rsid w:val="00281543"/>
    <w:rsid w:val="0028183B"/>
    <w:rsid w:val="00286B8B"/>
    <w:rsid w:val="00290DB8"/>
    <w:rsid w:val="00294AEE"/>
    <w:rsid w:val="002A305B"/>
    <w:rsid w:val="002B28F8"/>
    <w:rsid w:val="002C0B0E"/>
    <w:rsid w:val="002C2837"/>
    <w:rsid w:val="002C2A92"/>
    <w:rsid w:val="002C5F39"/>
    <w:rsid w:val="002C6CE2"/>
    <w:rsid w:val="002C6D2D"/>
    <w:rsid w:val="002E25EA"/>
    <w:rsid w:val="002E2D23"/>
    <w:rsid w:val="002E66CF"/>
    <w:rsid w:val="003023E6"/>
    <w:rsid w:val="00305EFA"/>
    <w:rsid w:val="0031627A"/>
    <w:rsid w:val="00316541"/>
    <w:rsid w:val="00317E9A"/>
    <w:rsid w:val="0032090E"/>
    <w:rsid w:val="00323B2F"/>
    <w:rsid w:val="00335FE3"/>
    <w:rsid w:val="00336E33"/>
    <w:rsid w:val="00341CED"/>
    <w:rsid w:val="00342918"/>
    <w:rsid w:val="00342DC0"/>
    <w:rsid w:val="00343149"/>
    <w:rsid w:val="00344DB9"/>
    <w:rsid w:val="00346020"/>
    <w:rsid w:val="0034742B"/>
    <w:rsid w:val="003525C4"/>
    <w:rsid w:val="003553D8"/>
    <w:rsid w:val="00357FF8"/>
    <w:rsid w:val="00364277"/>
    <w:rsid w:val="0036541C"/>
    <w:rsid w:val="0037330E"/>
    <w:rsid w:val="0037717A"/>
    <w:rsid w:val="0037785C"/>
    <w:rsid w:val="0038647D"/>
    <w:rsid w:val="00391D6B"/>
    <w:rsid w:val="003927A0"/>
    <w:rsid w:val="003934D7"/>
    <w:rsid w:val="00394167"/>
    <w:rsid w:val="00395A30"/>
    <w:rsid w:val="003A214E"/>
    <w:rsid w:val="003A3A31"/>
    <w:rsid w:val="003A55C4"/>
    <w:rsid w:val="003B0C69"/>
    <w:rsid w:val="003B52FB"/>
    <w:rsid w:val="003C5A72"/>
    <w:rsid w:val="003D1AB8"/>
    <w:rsid w:val="003D22F0"/>
    <w:rsid w:val="003D3881"/>
    <w:rsid w:val="003E0219"/>
    <w:rsid w:val="003E06B8"/>
    <w:rsid w:val="003E1183"/>
    <w:rsid w:val="003E4C64"/>
    <w:rsid w:val="003E749A"/>
    <w:rsid w:val="003F1CFB"/>
    <w:rsid w:val="003F6172"/>
    <w:rsid w:val="004008F5"/>
    <w:rsid w:val="00406DCD"/>
    <w:rsid w:val="00406DE0"/>
    <w:rsid w:val="004233AC"/>
    <w:rsid w:val="00430C5F"/>
    <w:rsid w:val="00434D62"/>
    <w:rsid w:val="0043507D"/>
    <w:rsid w:val="00441EE1"/>
    <w:rsid w:val="00444694"/>
    <w:rsid w:val="00452CAF"/>
    <w:rsid w:val="00453642"/>
    <w:rsid w:val="00453737"/>
    <w:rsid w:val="00462595"/>
    <w:rsid w:val="0046778F"/>
    <w:rsid w:val="00474366"/>
    <w:rsid w:val="004948D0"/>
    <w:rsid w:val="00497998"/>
    <w:rsid w:val="004A14E0"/>
    <w:rsid w:val="004A34E0"/>
    <w:rsid w:val="004A590B"/>
    <w:rsid w:val="004A5A4D"/>
    <w:rsid w:val="004B2DD3"/>
    <w:rsid w:val="004B361B"/>
    <w:rsid w:val="004C3271"/>
    <w:rsid w:val="004C4C1D"/>
    <w:rsid w:val="004C72C4"/>
    <w:rsid w:val="004C7F20"/>
    <w:rsid w:val="004D2A22"/>
    <w:rsid w:val="004D6B39"/>
    <w:rsid w:val="004D71B7"/>
    <w:rsid w:val="004E2243"/>
    <w:rsid w:val="004E3080"/>
    <w:rsid w:val="004F0A4B"/>
    <w:rsid w:val="004F36FD"/>
    <w:rsid w:val="004F447C"/>
    <w:rsid w:val="004F7B02"/>
    <w:rsid w:val="0050350C"/>
    <w:rsid w:val="00506857"/>
    <w:rsid w:val="005073F1"/>
    <w:rsid w:val="00522E7B"/>
    <w:rsid w:val="0052524A"/>
    <w:rsid w:val="0052628D"/>
    <w:rsid w:val="00530364"/>
    <w:rsid w:val="00530D89"/>
    <w:rsid w:val="00531D91"/>
    <w:rsid w:val="005436FF"/>
    <w:rsid w:val="005466E9"/>
    <w:rsid w:val="00550A83"/>
    <w:rsid w:val="0055492B"/>
    <w:rsid w:val="005556D0"/>
    <w:rsid w:val="00564160"/>
    <w:rsid w:val="005650D4"/>
    <w:rsid w:val="005655C8"/>
    <w:rsid w:val="00581B6A"/>
    <w:rsid w:val="005A18B0"/>
    <w:rsid w:val="005A22E8"/>
    <w:rsid w:val="005B1160"/>
    <w:rsid w:val="005B7753"/>
    <w:rsid w:val="005C6D2D"/>
    <w:rsid w:val="005C7727"/>
    <w:rsid w:val="005D066D"/>
    <w:rsid w:val="005E2313"/>
    <w:rsid w:val="005E3F4D"/>
    <w:rsid w:val="005E6BD0"/>
    <w:rsid w:val="005F080A"/>
    <w:rsid w:val="005F0AB3"/>
    <w:rsid w:val="005F4CFF"/>
    <w:rsid w:val="0060742B"/>
    <w:rsid w:val="00607BF8"/>
    <w:rsid w:val="00610E4E"/>
    <w:rsid w:val="00611526"/>
    <w:rsid w:val="00613276"/>
    <w:rsid w:val="00617077"/>
    <w:rsid w:val="00626712"/>
    <w:rsid w:val="00627D19"/>
    <w:rsid w:val="00644D27"/>
    <w:rsid w:val="00645858"/>
    <w:rsid w:val="006460F8"/>
    <w:rsid w:val="00654CDD"/>
    <w:rsid w:val="00655C9E"/>
    <w:rsid w:val="00655EFF"/>
    <w:rsid w:val="00664B9C"/>
    <w:rsid w:val="006711BF"/>
    <w:rsid w:val="006723CC"/>
    <w:rsid w:val="00673AAD"/>
    <w:rsid w:val="0067494E"/>
    <w:rsid w:val="00677402"/>
    <w:rsid w:val="0068365D"/>
    <w:rsid w:val="00686383"/>
    <w:rsid w:val="006914A4"/>
    <w:rsid w:val="00695A30"/>
    <w:rsid w:val="006A50B0"/>
    <w:rsid w:val="006A7A16"/>
    <w:rsid w:val="006C0457"/>
    <w:rsid w:val="006C2568"/>
    <w:rsid w:val="006C2F66"/>
    <w:rsid w:val="006C46DC"/>
    <w:rsid w:val="006D2D72"/>
    <w:rsid w:val="006D382B"/>
    <w:rsid w:val="006D6D81"/>
    <w:rsid w:val="006E49CB"/>
    <w:rsid w:val="006E5EBB"/>
    <w:rsid w:val="006F0539"/>
    <w:rsid w:val="00703DDE"/>
    <w:rsid w:val="00704E7C"/>
    <w:rsid w:val="00712654"/>
    <w:rsid w:val="0071478A"/>
    <w:rsid w:val="007223CD"/>
    <w:rsid w:val="00735996"/>
    <w:rsid w:val="0074051F"/>
    <w:rsid w:val="007416DC"/>
    <w:rsid w:val="0074225F"/>
    <w:rsid w:val="00744F1E"/>
    <w:rsid w:val="00747443"/>
    <w:rsid w:val="00752A95"/>
    <w:rsid w:val="00752ED9"/>
    <w:rsid w:val="0075380B"/>
    <w:rsid w:val="00761C05"/>
    <w:rsid w:val="00765D02"/>
    <w:rsid w:val="00766CD3"/>
    <w:rsid w:val="0077198D"/>
    <w:rsid w:val="0079549F"/>
    <w:rsid w:val="00795BB9"/>
    <w:rsid w:val="00796C35"/>
    <w:rsid w:val="007A5CAA"/>
    <w:rsid w:val="007A786C"/>
    <w:rsid w:val="007B0F26"/>
    <w:rsid w:val="007C0D5F"/>
    <w:rsid w:val="007C32F5"/>
    <w:rsid w:val="007C4A7B"/>
    <w:rsid w:val="007C73E2"/>
    <w:rsid w:val="007D09B0"/>
    <w:rsid w:val="007D09EC"/>
    <w:rsid w:val="007D31C7"/>
    <w:rsid w:val="007D5F2A"/>
    <w:rsid w:val="007D6839"/>
    <w:rsid w:val="007E3065"/>
    <w:rsid w:val="007E628C"/>
    <w:rsid w:val="008007D2"/>
    <w:rsid w:val="008014DE"/>
    <w:rsid w:val="0081314B"/>
    <w:rsid w:val="00814524"/>
    <w:rsid w:val="00814822"/>
    <w:rsid w:val="00814F2E"/>
    <w:rsid w:val="00816265"/>
    <w:rsid w:val="00816288"/>
    <w:rsid w:val="00817D33"/>
    <w:rsid w:val="00823AAF"/>
    <w:rsid w:val="00825658"/>
    <w:rsid w:val="00833DC3"/>
    <w:rsid w:val="008421B1"/>
    <w:rsid w:val="00844E92"/>
    <w:rsid w:val="00853AF3"/>
    <w:rsid w:val="008606D8"/>
    <w:rsid w:val="00861768"/>
    <w:rsid w:val="008623F8"/>
    <w:rsid w:val="0086546F"/>
    <w:rsid w:val="00875C3B"/>
    <w:rsid w:val="0087682F"/>
    <w:rsid w:val="0088021B"/>
    <w:rsid w:val="008802B3"/>
    <w:rsid w:val="00882184"/>
    <w:rsid w:val="0089083F"/>
    <w:rsid w:val="0089513D"/>
    <w:rsid w:val="00895C40"/>
    <w:rsid w:val="008A4AA2"/>
    <w:rsid w:val="008B12E2"/>
    <w:rsid w:val="008B4442"/>
    <w:rsid w:val="008B7A7B"/>
    <w:rsid w:val="008D0C5E"/>
    <w:rsid w:val="008D4B78"/>
    <w:rsid w:val="008D6512"/>
    <w:rsid w:val="008F6FF2"/>
    <w:rsid w:val="00903FEA"/>
    <w:rsid w:val="0091220D"/>
    <w:rsid w:val="0091799C"/>
    <w:rsid w:val="0092194E"/>
    <w:rsid w:val="00927AAA"/>
    <w:rsid w:val="009303D7"/>
    <w:rsid w:val="00933035"/>
    <w:rsid w:val="00940CCB"/>
    <w:rsid w:val="00944772"/>
    <w:rsid w:val="009453CC"/>
    <w:rsid w:val="00953D30"/>
    <w:rsid w:val="00960629"/>
    <w:rsid w:val="009616A5"/>
    <w:rsid w:val="0096281D"/>
    <w:rsid w:val="00967DA6"/>
    <w:rsid w:val="00972F24"/>
    <w:rsid w:val="009752BF"/>
    <w:rsid w:val="00995A7F"/>
    <w:rsid w:val="0099638A"/>
    <w:rsid w:val="009A1BC3"/>
    <w:rsid w:val="009B0A65"/>
    <w:rsid w:val="009B3262"/>
    <w:rsid w:val="009B4CCD"/>
    <w:rsid w:val="009B52C7"/>
    <w:rsid w:val="009B5C64"/>
    <w:rsid w:val="009B730D"/>
    <w:rsid w:val="009B758A"/>
    <w:rsid w:val="009C479E"/>
    <w:rsid w:val="009C77E8"/>
    <w:rsid w:val="009C7FF6"/>
    <w:rsid w:val="009D556E"/>
    <w:rsid w:val="009D7581"/>
    <w:rsid w:val="009D7ABA"/>
    <w:rsid w:val="009E09B6"/>
    <w:rsid w:val="009E0B2A"/>
    <w:rsid w:val="009F1241"/>
    <w:rsid w:val="009F1B12"/>
    <w:rsid w:val="009F79E0"/>
    <w:rsid w:val="00A026B1"/>
    <w:rsid w:val="00A06202"/>
    <w:rsid w:val="00A063A4"/>
    <w:rsid w:val="00A0723F"/>
    <w:rsid w:val="00A15ACC"/>
    <w:rsid w:val="00A17921"/>
    <w:rsid w:val="00A22AAD"/>
    <w:rsid w:val="00A25A8E"/>
    <w:rsid w:val="00A32D4C"/>
    <w:rsid w:val="00A33962"/>
    <w:rsid w:val="00A34B59"/>
    <w:rsid w:val="00A35F0C"/>
    <w:rsid w:val="00A36B9C"/>
    <w:rsid w:val="00A36C92"/>
    <w:rsid w:val="00A4113C"/>
    <w:rsid w:val="00A45F7D"/>
    <w:rsid w:val="00A47547"/>
    <w:rsid w:val="00A525AA"/>
    <w:rsid w:val="00A54E12"/>
    <w:rsid w:val="00A7036E"/>
    <w:rsid w:val="00A7372E"/>
    <w:rsid w:val="00A76D37"/>
    <w:rsid w:val="00A84E32"/>
    <w:rsid w:val="00A877FD"/>
    <w:rsid w:val="00A959CA"/>
    <w:rsid w:val="00A9731F"/>
    <w:rsid w:val="00AC2E30"/>
    <w:rsid w:val="00AC3CF0"/>
    <w:rsid w:val="00AC4BD1"/>
    <w:rsid w:val="00AC7320"/>
    <w:rsid w:val="00AD2C7B"/>
    <w:rsid w:val="00AD3B8F"/>
    <w:rsid w:val="00AD3D6D"/>
    <w:rsid w:val="00B061C6"/>
    <w:rsid w:val="00B140C0"/>
    <w:rsid w:val="00B14A29"/>
    <w:rsid w:val="00B17915"/>
    <w:rsid w:val="00B21396"/>
    <w:rsid w:val="00B213A4"/>
    <w:rsid w:val="00B235E4"/>
    <w:rsid w:val="00B264CF"/>
    <w:rsid w:val="00B30036"/>
    <w:rsid w:val="00B370E0"/>
    <w:rsid w:val="00B4066E"/>
    <w:rsid w:val="00B42E27"/>
    <w:rsid w:val="00B47E5F"/>
    <w:rsid w:val="00B57158"/>
    <w:rsid w:val="00B60277"/>
    <w:rsid w:val="00B638EB"/>
    <w:rsid w:val="00B6660A"/>
    <w:rsid w:val="00B67422"/>
    <w:rsid w:val="00B67C99"/>
    <w:rsid w:val="00B67EB8"/>
    <w:rsid w:val="00B935AE"/>
    <w:rsid w:val="00BA7439"/>
    <w:rsid w:val="00BB44F8"/>
    <w:rsid w:val="00BB56D2"/>
    <w:rsid w:val="00BC3FC2"/>
    <w:rsid w:val="00BD261F"/>
    <w:rsid w:val="00BD2C3F"/>
    <w:rsid w:val="00BD3ADA"/>
    <w:rsid w:val="00BD5014"/>
    <w:rsid w:val="00BD54D2"/>
    <w:rsid w:val="00BE36CD"/>
    <w:rsid w:val="00BE42F6"/>
    <w:rsid w:val="00BF5C8F"/>
    <w:rsid w:val="00BF6B04"/>
    <w:rsid w:val="00C15897"/>
    <w:rsid w:val="00C1647C"/>
    <w:rsid w:val="00C17549"/>
    <w:rsid w:val="00C30429"/>
    <w:rsid w:val="00C37B3F"/>
    <w:rsid w:val="00C42145"/>
    <w:rsid w:val="00C44695"/>
    <w:rsid w:val="00C4476C"/>
    <w:rsid w:val="00C4584B"/>
    <w:rsid w:val="00C531B6"/>
    <w:rsid w:val="00C53834"/>
    <w:rsid w:val="00C5388F"/>
    <w:rsid w:val="00C60078"/>
    <w:rsid w:val="00C600E9"/>
    <w:rsid w:val="00C714C5"/>
    <w:rsid w:val="00C81017"/>
    <w:rsid w:val="00C82FFB"/>
    <w:rsid w:val="00C9264C"/>
    <w:rsid w:val="00C92AD2"/>
    <w:rsid w:val="00CA0B8B"/>
    <w:rsid w:val="00CB3B24"/>
    <w:rsid w:val="00CB4C46"/>
    <w:rsid w:val="00CC0164"/>
    <w:rsid w:val="00CC21EA"/>
    <w:rsid w:val="00CC3AB9"/>
    <w:rsid w:val="00CC5B82"/>
    <w:rsid w:val="00CD2ACF"/>
    <w:rsid w:val="00CD4AE8"/>
    <w:rsid w:val="00CD559E"/>
    <w:rsid w:val="00CE0602"/>
    <w:rsid w:val="00CE1849"/>
    <w:rsid w:val="00CE55F9"/>
    <w:rsid w:val="00CF0FF7"/>
    <w:rsid w:val="00D0279E"/>
    <w:rsid w:val="00D05509"/>
    <w:rsid w:val="00D06485"/>
    <w:rsid w:val="00D12B00"/>
    <w:rsid w:val="00D236F0"/>
    <w:rsid w:val="00D31236"/>
    <w:rsid w:val="00D3194D"/>
    <w:rsid w:val="00D3294F"/>
    <w:rsid w:val="00D3751E"/>
    <w:rsid w:val="00D43262"/>
    <w:rsid w:val="00D45830"/>
    <w:rsid w:val="00D643C9"/>
    <w:rsid w:val="00D71C00"/>
    <w:rsid w:val="00D871C1"/>
    <w:rsid w:val="00D94341"/>
    <w:rsid w:val="00D95E61"/>
    <w:rsid w:val="00D96BB7"/>
    <w:rsid w:val="00DA3C0E"/>
    <w:rsid w:val="00DA6FA4"/>
    <w:rsid w:val="00DB1A94"/>
    <w:rsid w:val="00DB371C"/>
    <w:rsid w:val="00DB3C28"/>
    <w:rsid w:val="00DC1C36"/>
    <w:rsid w:val="00DC2498"/>
    <w:rsid w:val="00DD2C0B"/>
    <w:rsid w:val="00E12F91"/>
    <w:rsid w:val="00E1312F"/>
    <w:rsid w:val="00E152AB"/>
    <w:rsid w:val="00E270D8"/>
    <w:rsid w:val="00E27D70"/>
    <w:rsid w:val="00E30C59"/>
    <w:rsid w:val="00E334DA"/>
    <w:rsid w:val="00E33557"/>
    <w:rsid w:val="00E34554"/>
    <w:rsid w:val="00E42129"/>
    <w:rsid w:val="00E45711"/>
    <w:rsid w:val="00E526AE"/>
    <w:rsid w:val="00E53AAF"/>
    <w:rsid w:val="00E55CEA"/>
    <w:rsid w:val="00E63A49"/>
    <w:rsid w:val="00E63BF6"/>
    <w:rsid w:val="00E642A3"/>
    <w:rsid w:val="00E72328"/>
    <w:rsid w:val="00E77338"/>
    <w:rsid w:val="00E82AA1"/>
    <w:rsid w:val="00E84D09"/>
    <w:rsid w:val="00E94232"/>
    <w:rsid w:val="00EA12AD"/>
    <w:rsid w:val="00EA1A88"/>
    <w:rsid w:val="00EA53EE"/>
    <w:rsid w:val="00EA69BD"/>
    <w:rsid w:val="00EB2078"/>
    <w:rsid w:val="00EB5A21"/>
    <w:rsid w:val="00EB5A66"/>
    <w:rsid w:val="00EC1C09"/>
    <w:rsid w:val="00EC6A4D"/>
    <w:rsid w:val="00EC7683"/>
    <w:rsid w:val="00ED0846"/>
    <w:rsid w:val="00ED42D0"/>
    <w:rsid w:val="00ED46A3"/>
    <w:rsid w:val="00ED6B40"/>
    <w:rsid w:val="00EE0C6A"/>
    <w:rsid w:val="00EE6063"/>
    <w:rsid w:val="00EE760D"/>
    <w:rsid w:val="00EF0701"/>
    <w:rsid w:val="00EF3519"/>
    <w:rsid w:val="00EF55F3"/>
    <w:rsid w:val="00EF6DDF"/>
    <w:rsid w:val="00F0729E"/>
    <w:rsid w:val="00F16A5A"/>
    <w:rsid w:val="00F221C8"/>
    <w:rsid w:val="00F227A0"/>
    <w:rsid w:val="00F22F91"/>
    <w:rsid w:val="00F2385D"/>
    <w:rsid w:val="00F264A8"/>
    <w:rsid w:val="00F33BA9"/>
    <w:rsid w:val="00F41F8F"/>
    <w:rsid w:val="00F45721"/>
    <w:rsid w:val="00F637F5"/>
    <w:rsid w:val="00F64602"/>
    <w:rsid w:val="00F70FBC"/>
    <w:rsid w:val="00F76697"/>
    <w:rsid w:val="00F76DCB"/>
    <w:rsid w:val="00F80BED"/>
    <w:rsid w:val="00F8342B"/>
    <w:rsid w:val="00F87B7F"/>
    <w:rsid w:val="00F91F41"/>
    <w:rsid w:val="00F95433"/>
    <w:rsid w:val="00FA067B"/>
    <w:rsid w:val="00FA11FA"/>
    <w:rsid w:val="00FA293A"/>
    <w:rsid w:val="00FA3205"/>
    <w:rsid w:val="00FB19BD"/>
    <w:rsid w:val="00FC0822"/>
    <w:rsid w:val="00FC2B27"/>
    <w:rsid w:val="00FC571C"/>
    <w:rsid w:val="00FC61C0"/>
    <w:rsid w:val="00FC63BD"/>
    <w:rsid w:val="00FD57BC"/>
    <w:rsid w:val="00FD5F37"/>
    <w:rsid w:val="00FE1BA4"/>
    <w:rsid w:val="00FE319E"/>
    <w:rsid w:val="00FE39C0"/>
    <w:rsid w:val="00FE59B9"/>
    <w:rsid w:val="00FF4220"/>
    <w:rsid w:val="00FF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9B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Phuong Thao</dc:creator>
  <cp:lastModifiedBy>user</cp:lastModifiedBy>
  <cp:revision>4</cp:revision>
  <dcterms:created xsi:type="dcterms:W3CDTF">2020-12-04T11:35:00Z</dcterms:created>
  <dcterms:modified xsi:type="dcterms:W3CDTF">2020-12-07T08:46:00Z</dcterms:modified>
</cp:coreProperties>
</file>